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888C4" w14:textId="77777777" w:rsidR="006F6B82" w:rsidRPr="00BF27D4" w:rsidRDefault="002677DD" w:rsidP="001C151E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3C339B33" w14:textId="77777777" w:rsidR="006F6B82" w:rsidRPr="00BF27D4" w:rsidRDefault="006F6B82" w:rsidP="001C151E">
      <w:pPr>
        <w:jc w:val="center"/>
        <w:rPr>
          <w:caps/>
          <w:szCs w:val="24"/>
        </w:rPr>
      </w:pPr>
    </w:p>
    <w:p w14:paraId="22D5BEC2" w14:textId="77777777" w:rsidR="006F6B82" w:rsidRPr="00BF27D4" w:rsidRDefault="006F6B82" w:rsidP="001C151E">
      <w:pPr>
        <w:jc w:val="center"/>
        <w:rPr>
          <w:b/>
        </w:rPr>
      </w:pPr>
      <w:r w:rsidRPr="00BF27D4">
        <w:rPr>
          <w:b/>
        </w:rPr>
        <w:t>SPRENDIMAS</w:t>
      </w:r>
    </w:p>
    <w:p w14:paraId="7D03DA09" w14:textId="77777777" w:rsidR="001B4142" w:rsidRPr="00856D88" w:rsidRDefault="00850177" w:rsidP="001C151E">
      <w:pPr>
        <w:jc w:val="center"/>
        <w:rPr>
          <w:b/>
          <w:caps/>
        </w:rPr>
      </w:pPr>
      <w:r w:rsidRPr="00856D88">
        <w:rPr>
          <w:b/>
          <w:caps/>
        </w:rPr>
        <w:t xml:space="preserve">DĖL </w:t>
      </w:r>
      <w:r w:rsidR="00856D88">
        <w:rPr>
          <w:b/>
          <w:caps/>
        </w:rPr>
        <w:t xml:space="preserve">savivaldybės </w:t>
      </w:r>
      <w:r w:rsidR="00856D88" w:rsidRPr="00856D88">
        <w:rPr>
          <w:b/>
          <w:caps/>
        </w:rPr>
        <w:t>TURTO PERDAVIMO VALDYTI IR NAUDOTI PAGAL PANAUDOS SUTARTĮ</w:t>
      </w:r>
    </w:p>
    <w:p w14:paraId="17D08901" w14:textId="77777777" w:rsidR="00CE7666" w:rsidRPr="00BF27D4" w:rsidRDefault="00CE7666" w:rsidP="001C151E">
      <w:pPr>
        <w:jc w:val="center"/>
        <w:rPr>
          <w:szCs w:val="24"/>
        </w:rPr>
      </w:pPr>
    </w:p>
    <w:p w14:paraId="3624970C" w14:textId="77777777" w:rsidR="00370FAC" w:rsidRPr="00BF27D4" w:rsidRDefault="006F6B82" w:rsidP="001C151E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22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370E5E">
        <w:rPr>
          <w:szCs w:val="24"/>
        </w:rPr>
        <w:t>gruodžio 22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370E5E">
        <w:rPr>
          <w:szCs w:val="24"/>
        </w:rPr>
        <w:t>9-228</w:t>
      </w:r>
    </w:p>
    <w:p w14:paraId="34C37D3A" w14:textId="77777777" w:rsidR="006F6B82" w:rsidRPr="00BF27D4" w:rsidRDefault="002677DD" w:rsidP="001C151E">
      <w:pPr>
        <w:jc w:val="center"/>
        <w:rPr>
          <w:szCs w:val="24"/>
        </w:rPr>
      </w:pPr>
      <w:r>
        <w:rPr>
          <w:szCs w:val="24"/>
        </w:rPr>
        <w:t>Skuodas</w:t>
      </w:r>
    </w:p>
    <w:p w14:paraId="4AA7FA0E" w14:textId="77777777" w:rsidR="006F6B82" w:rsidRPr="00BF27D4" w:rsidRDefault="006F6B82" w:rsidP="00BF27D4">
      <w:pPr>
        <w:rPr>
          <w:szCs w:val="24"/>
        </w:rPr>
      </w:pPr>
    </w:p>
    <w:p w14:paraId="2930B8B7" w14:textId="77777777" w:rsidR="005E5DC5" w:rsidRDefault="005E5DC5" w:rsidP="000C50C5">
      <w:pPr>
        <w:ind w:firstLine="1247"/>
        <w:jc w:val="both"/>
      </w:pPr>
      <w:r w:rsidRPr="0063506C">
        <w:t xml:space="preserve">Vadovaudamasi Lietuvos Respublikos vietos savivaldos įstatymo 6 straipsnio </w:t>
      </w:r>
      <w:r>
        <w:t>12</w:t>
      </w:r>
      <w:r w:rsidRPr="0063506C">
        <w:t xml:space="preserve"> punkt</w:t>
      </w:r>
      <w:r>
        <w:t>u</w:t>
      </w:r>
      <w:r w:rsidRPr="0063506C">
        <w:t xml:space="preserve">, 16 straipsnio 2 dalies 26 punktu, Lietuvos Respublikos valstybės ir savivaldybių turto valdymo, naudojimo ir disponavimo juo įstatymo </w:t>
      </w:r>
      <w:r>
        <w:t>14</w:t>
      </w:r>
      <w:r w:rsidRPr="0063506C">
        <w:t xml:space="preserve"> straipsnio</w:t>
      </w:r>
      <w:r>
        <w:t xml:space="preserve"> 1 dalies</w:t>
      </w:r>
      <w:r w:rsidRPr="0063506C">
        <w:t xml:space="preserve"> </w:t>
      </w:r>
      <w:r>
        <w:t>2</w:t>
      </w:r>
      <w:r w:rsidRPr="0063506C">
        <w:t xml:space="preserve"> punktu</w:t>
      </w:r>
      <w:r w:rsidR="00F10B48">
        <w:t xml:space="preserve">, Skuodo rajono savivaldybės tarybos 2021 m. gegužės 27 d. sprendimu </w:t>
      </w:r>
      <w:bookmarkStart w:id="0" w:name="n_0"/>
      <w:r w:rsidR="001C151E" w:rsidRPr="001C151E">
        <w:t xml:space="preserve">Nr. T9-112 </w:t>
      </w:r>
      <w:bookmarkEnd w:id="0"/>
      <w:r w:rsidR="00F10B48">
        <w:t>„Dėl Skuodo rajono savivaldybės turto, perduodamo valdyti ir naudoti pagal panaudos sutartis, tvarkos aprašo patvirtinimo“  patvirtinto Skuodo rajono savivaldybės turto, perduodamo valdyti ir naudoti pagal panaudos sutartis, tvarkos aprašo 4.</w:t>
      </w:r>
      <w:r w:rsidR="005C46AC">
        <w:t>2, 5.1 papunkčiais</w:t>
      </w:r>
      <w:r w:rsidRPr="0063506C">
        <w:t xml:space="preserve"> </w:t>
      </w:r>
      <w:r>
        <w:t>ir</w:t>
      </w:r>
      <w:r w:rsidRPr="0063506C">
        <w:t xml:space="preserve"> atsižvelgdama į </w:t>
      </w:r>
      <w:r>
        <w:t xml:space="preserve">viešosios įstaigos Ylakių globos namų 2022 m. rugsėjo 22 d. prašymą </w:t>
      </w:r>
      <w:r w:rsidR="005D6CB5">
        <w:t xml:space="preserve">Nr. D2-101 </w:t>
      </w:r>
      <w:r>
        <w:t>„Dėl Barstyčių vaikų globos namų patalpų perdavimo VšĮ Ylakių globos namams“</w:t>
      </w:r>
      <w:r w:rsidRPr="0063506C">
        <w:t>, Skuodo rajono savivaldybės taryba n u s p r e n d ž i a:</w:t>
      </w:r>
    </w:p>
    <w:p w14:paraId="4D2AFED9" w14:textId="77777777" w:rsidR="002800BF" w:rsidRDefault="000C50C5" w:rsidP="000C50C5">
      <w:pPr>
        <w:ind w:firstLine="1247"/>
        <w:jc w:val="both"/>
      </w:pPr>
      <w:r>
        <w:t xml:space="preserve">1. Perduoti </w:t>
      </w:r>
      <w:r w:rsidR="005E5DC5">
        <w:t xml:space="preserve">viešajai įstaigai Ylakių globos namams </w:t>
      </w:r>
      <w:r w:rsidR="003729A7">
        <w:t xml:space="preserve">Skuodo rajono </w:t>
      </w:r>
      <w:r w:rsidR="00EC5849">
        <w:rPr>
          <w:color w:val="000000"/>
        </w:rPr>
        <w:t>s</w:t>
      </w:r>
      <w:r w:rsidR="005E5DC5">
        <w:rPr>
          <w:color w:val="000000"/>
        </w:rPr>
        <w:t>avivaldybei nuosavybės teise priklausantį</w:t>
      </w:r>
      <w:r w:rsidR="00E14835">
        <w:rPr>
          <w:color w:val="000000"/>
        </w:rPr>
        <w:t>, Skuodo rajono savivaldybės administracijos patikėjimo teise valdomą</w:t>
      </w:r>
      <w:r w:rsidR="005E5DC5">
        <w:rPr>
          <w:color w:val="000000"/>
        </w:rPr>
        <w:t xml:space="preserve"> </w:t>
      </w:r>
      <w:bookmarkStart w:id="1" w:name="_Hlk121905066"/>
      <w:r w:rsidR="005E5DC5">
        <w:rPr>
          <w:color w:val="000000"/>
        </w:rPr>
        <w:t>nekilnojamąjį turtą – vaikų globos namų su gydymo paskirties patalpomis pastatą (unikalus Nr. 7598-7008-3010), katilinės pastatą (unikalus Nr. 7598-7008-3020</w:t>
      </w:r>
      <w:r w:rsidR="00174525">
        <w:rPr>
          <w:color w:val="000000"/>
        </w:rPr>
        <w:t>)</w:t>
      </w:r>
      <w:r w:rsidR="0070500F">
        <w:rPr>
          <w:color w:val="000000"/>
        </w:rPr>
        <w:t>,</w:t>
      </w:r>
      <w:r w:rsidR="00174525">
        <w:rPr>
          <w:color w:val="000000"/>
        </w:rPr>
        <w:t xml:space="preserve"> kiemo statinius (pavėsines pažymėtas plane 4I1p ir 6I1p, tvorą, kiemo aikštel</w:t>
      </w:r>
      <w:r w:rsidR="0070500F">
        <w:rPr>
          <w:color w:val="000000"/>
        </w:rPr>
        <w:t>ę, unikalus Nr. 7598-7008-3031)</w:t>
      </w:r>
      <w:r w:rsidR="00174525">
        <w:rPr>
          <w:color w:val="000000"/>
        </w:rPr>
        <w:t xml:space="preserve"> </w:t>
      </w:r>
      <w:r w:rsidR="00EA26A0">
        <w:rPr>
          <w:color w:val="000000"/>
        </w:rPr>
        <w:t>ir valymo įrenginius (unikalus Nr. 4400-1125-1613)</w:t>
      </w:r>
      <w:bookmarkEnd w:id="1"/>
      <w:r w:rsidR="00EA26A0">
        <w:rPr>
          <w:color w:val="000000"/>
        </w:rPr>
        <w:t xml:space="preserve">, </w:t>
      </w:r>
      <w:r w:rsidR="00174525">
        <w:rPr>
          <w:color w:val="000000"/>
        </w:rPr>
        <w:t>esančius Salantų g. 7, Barstyčių mstl., Skuodo r. sav.</w:t>
      </w:r>
      <w:r w:rsidR="00BE2CC9">
        <w:rPr>
          <w:color w:val="000000"/>
        </w:rPr>
        <w:t>,</w:t>
      </w:r>
      <w:r w:rsidR="00174525">
        <w:rPr>
          <w:color w:val="000000"/>
        </w:rPr>
        <w:t xml:space="preserve"> </w:t>
      </w:r>
      <w:r>
        <w:t>valdyti, naudoti ir disponuoti pagal panaudos sutartį globos namų veiklai vykdyti</w:t>
      </w:r>
      <w:r w:rsidR="003344CC" w:rsidRPr="003344CC">
        <w:t xml:space="preserve"> </w:t>
      </w:r>
      <w:r w:rsidR="003344CC">
        <w:t xml:space="preserve">nuo 2023 m. sausio </w:t>
      </w:r>
      <w:r w:rsidR="00E14835">
        <w:t>4</w:t>
      </w:r>
      <w:r w:rsidR="003344CC">
        <w:t xml:space="preserve"> d. iki </w:t>
      </w:r>
      <w:r w:rsidR="009D03AE" w:rsidRPr="009D03AE">
        <w:rPr>
          <w:strike/>
        </w:rPr>
        <w:t>2028 m. sausio 4 d.</w:t>
      </w:r>
      <w:r w:rsidR="009D03AE" w:rsidRPr="009D03AE">
        <w:t xml:space="preserve"> </w:t>
      </w:r>
      <w:r w:rsidR="00E85D42" w:rsidRPr="00A80307">
        <w:rPr>
          <w:b/>
          <w:bCs/>
          <w:i/>
          <w:iCs/>
        </w:rPr>
        <w:t>203</w:t>
      </w:r>
      <w:r w:rsidR="00536EAC" w:rsidRPr="00A80307">
        <w:rPr>
          <w:b/>
          <w:bCs/>
          <w:i/>
          <w:iCs/>
        </w:rPr>
        <w:t>3</w:t>
      </w:r>
      <w:r w:rsidR="003344CC" w:rsidRPr="00A80307">
        <w:rPr>
          <w:i/>
          <w:iCs/>
        </w:rPr>
        <w:t xml:space="preserve"> </w:t>
      </w:r>
      <w:r w:rsidR="003344CC" w:rsidRPr="00A80307">
        <w:rPr>
          <w:b/>
          <w:bCs/>
          <w:i/>
          <w:iCs/>
        </w:rPr>
        <w:t xml:space="preserve">m. sausio </w:t>
      </w:r>
      <w:r w:rsidR="00E14835" w:rsidRPr="00A80307">
        <w:rPr>
          <w:b/>
          <w:bCs/>
          <w:i/>
          <w:iCs/>
        </w:rPr>
        <w:t>4</w:t>
      </w:r>
      <w:r w:rsidR="003344CC" w:rsidRPr="00A80307">
        <w:rPr>
          <w:b/>
          <w:bCs/>
          <w:i/>
          <w:iCs/>
        </w:rPr>
        <w:t xml:space="preserve"> d.</w:t>
      </w:r>
      <w:r w:rsidR="00C04373">
        <w:t xml:space="preserve"> </w:t>
      </w:r>
      <w:r w:rsidR="002800BF">
        <w:t xml:space="preserve">Turto įsigijimo vertė </w:t>
      </w:r>
      <w:r w:rsidR="002800BF">
        <w:rPr>
          <w:color w:val="000000"/>
        </w:rPr>
        <w:t xml:space="preserve">894 579,80 </w:t>
      </w:r>
      <w:r w:rsidR="002800BF">
        <w:t xml:space="preserve">Eur, likutinė vertė </w:t>
      </w:r>
      <w:r w:rsidR="009D03AE" w:rsidRPr="009D03AE">
        <w:rPr>
          <w:strike/>
        </w:rPr>
        <w:t>2022 m. gruodžio 31 d.  448 220,02 Eur</w:t>
      </w:r>
      <w:r w:rsidR="009D03AE">
        <w:t xml:space="preserve"> </w:t>
      </w:r>
      <w:r w:rsidR="00E85D42" w:rsidRPr="00A80307">
        <w:rPr>
          <w:b/>
          <w:bCs/>
          <w:i/>
          <w:iCs/>
        </w:rPr>
        <w:t>2025 m. kovo 31 d. 472 974,46 Eur.“</w:t>
      </w:r>
      <w:r w:rsidR="002800BF" w:rsidRPr="00A80307">
        <w:rPr>
          <w:b/>
          <w:bCs/>
          <w:i/>
          <w:iCs/>
        </w:rPr>
        <w:t>.</w:t>
      </w:r>
    </w:p>
    <w:p w14:paraId="057FB7C8" w14:textId="77777777" w:rsidR="005E5DC5" w:rsidRDefault="005E5DC5" w:rsidP="000C50C5">
      <w:pPr>
        <w:ind w:firstLine="1247"/>
        <w:jc w:val="both"/>
      </w:pPr>
      <w:r>
        <w:t xml:space="preserve">2. </w:t>
      </w:r>
      <w:r w:rsidRPr="0063506C">
        <w:t xml:space="preserve">Įpareigoti Skuodo rajono savivaldybės administracijos direktorių pasirašyti </w:t>
      </w:r>
      <w:r>
        <w:t xml:space="preserve">sprendimo 1 punkte nurodyto turto panaudos sutartį bei </w:t>
      </w:r>
      <w:r w:rsidRPr="0063506C">
        <w:t>turto perdavimo</w:t>
      </w:r>
      <w:r>
        <w:t>–</w:t>
      </w:r>
      <w:r w:rsidRPr="0063506C">
        <w:t>priėmimo aktą.</w:t>
      </w:r>
    </w:p>
    <w:p w14:paraId="0FBA2B2E" w14:textId="77777777" w:rsidR="002677DD" w:rsidRPr="002677DD" w:rsidRDefault="00D81D39" w:rsidP="000C50C5">
      <w:pPr>
        <w:ind w:firstLine="1247"/>
        <w:jc w:val="both"/>
        <w:rPr>
          <w:szCs w:val="24"/>
        </w:rPr>
      </w:pPr>
      <w:r>
        <w:rPr>
          <w:szCs w:val="24"/>
        </w:rPr>
        <w:t>3.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szCs w:val="24"/>
        </w:rPr>
        <w:t>J. Janonio g. 24</w:t>
      </w:r>
      <w:r w:rsidR="002677DD" w:rsidRPr="002677DD"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</w:t>
      </w:r>
      <w:r w:rsidR="000C50C5">
        <w:rPr>
          <w:szCs w:val="24"/>
        </w:rPr>
        <w:t>.</w:t>
      </w:r>
    </w:p>
    <w:p w14:paraId="74174E09" w14:textId="77777777" w:rsidR="002F5826" w:rsidRDefault="002F5826" w:rsidP="00C21F6E">
      <w:pPr>
        <w:jc w:val="both"/>
        <w:rPr>
          <w:szCs w:val="24"/>
        </w:rPr>
      </w:pPr>
    </w:p>
    <w:p w14:paraId="3D19B6AA" w14:textId="77777777" w:rsidR="002677DD" w:rsidRDefault="002677DD" w:rsidP="00C21F6E">
      <w:pPr>
        <w:jc w:val="both"/>
        <w:rPr>
          <w:szCs w:val="24"/>
        </w:rPr>
      </w:pPr>
    </w:p>
    <w:p w14:paraId="1E817A4A" w14:textId="77777777" w:rsidR="002677DD" w:rsidRDefault="002677DD" w:rsidP="00C21F6E">
      <w:pPr>
        <w:jc w:val="both"/>
        <w:rPr>
          <w:szCs w:val="24"/>
        </w:rPr>
      </w:pPr>
    </w:p>
    <w:p w14:paraId="683D3D40" w14:textId="77777777" w:rsidR="002677DD" w:rsidRPr="00BF27D4" w:rsidRDefault="002677DD" w:rsidP="00C21F6E">
      <w:pPr>
        <w:jc w:val="both"/>
        <w:rPr>
          <w:szCs w:val="24"/>
        </w:rPr>
      </w:pPr>
    </w:p>
    <w:p w14:paraId="1063AE53" w14:textId="77777777" w:rsidR="006F6B82" w:rsidRDefault="001C151E" w:rsidP="001C151E">
      <w:pPr>
        <w:tabs>
          <w:tab w:val="right" w:pos="9638"/>
        </w:tabs>
      </w:pPr>
      <w:r>
        <w:t>Savivaldybės meras</w:t>
      </w:r>
      <w:r>
        <w:tab/>
      </w:r>
    </w:p>
    <w:p w14:paraId="5B23531C" w14:textId="77777777" w:rsidR="001C151E" w:rsidRPr="00BF27D4" w:rsidRDefault="001C151E" w:rsidP="001C151E">
      <w:pPr>
        <w:tabs>
          <w:tab w:val="right" w:pos="9638"/>
        </w:tabs>
        <w:jc w:val="center"/>
      </w:pPr>
    </w:p>
    <w:p w14:paraId="75383269" w14:textId="77777777" w:rsidR="006F6B82" w:rsidRPr="00BF27D4" w:rsidRDefault="006F6B82" w:rsidP="006F6B82">
      <w:pPr>
        <w:jc w:val="both"/>
      </w:pPr>
    </w:p>
    <w:p w14:paraId="07F2CCCD" w14:textId="77777777" w:rsidR="006F6B82" w:rsidRPr="00BF27D4" w:rsidRDefault="006F6B82" w:rsidP="006F6B82">
      <w:pPr>
        <w:jc w:val="both"/>
      </w:pPr>
    </w:p>
    <w:p w14:paraId="08A78242" w14:textId="77777777" w:rsidR="004D7D19" w:rsidRDefault="004D7D19" w:rsidP="006F6B82">
      <w:pPr>
        <w:jc w:val="both"/>
      </w:pPr>
    </w:p>
    <w:sectPr w:rsidR="004D7D19" w:rsidSect="002C30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0B611" w14:textId="77777777" w:rsidR="00D14F7B" w:rsidRDefault="00D14F7B">
      <w:r>
        <w:separator/>
      </w:r>
    </w:p>
  </w:endnote>
  <w:endnote w:type="continuationSeparator" w:id="0">
    <w:p w14:paraId="4D5FC5D5" w14:textId="77777777" w:rsidR="00D14F7B" w:rsidRDefault="00D1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FF95A" w14:textId="77777777" w:rsidR="007379F5" w:rsidRDefault="007379F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3356" w14:textId="77777777" w:rsidR="007379F5" w:rsidRDefault="007379F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868C7" w14:textId="77777777" w:rsidR="007379F5" w:rsidRDefault="007379F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E77B1" w14:textId="77777777" w:rsidR="00D14F7B" w:rsidRDefault="00D14F7B">
      <w:r>
        <w:separator/>
      </w:r>
    </w:p>
  </w:footnote>
  <w:footnote w:type="continuationSeparator" w:id="0">
    <w:p w14:paraId="6FE5256A" w14:textId="77777777" w:rsidR="00D14F7B" w:rsidRDefault="00D14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F4A0A" w14:textId="77777777" w:rsidR="007379F5" w:rsidRDefault="007379F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75944" w14:textId="77777777" w:rsidR="007379F5" w:rsidRDefault="007379F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F132D" w14:textId="77777777" w:rsidR="002C3014" w:rsidRPr="007379F5" w:rsidRDefault="00D81D39" w:rsidP="002C3014">
    <w:pPr>
      <w:pStyle w:val="Antrats"/>
      <w:jc w:val="right"/>
      <w:rPr>
        <w:b/>
        <w:bCs/>
        <w:i/>
        <w:iCs/>
      </w:rPr>
    </w:pPr>
    <w:r w:rsidRPr="007379F5">
      <w:rPr>
        <w:b/>
        <w:bCs/>
        <w:i/>
        <w:iCs/>
      </w:rPr>
      <w:t>Lyginamasis variantas</w:t>
    </w:r>
  </w:p>
  <w:p w14:paraId="7DBF7BA9" w14:textId="77777777" w:rsidR="00D81D39" w:rsidRPr="007379F5" w:rsidRDefault="00D81D39" w:rsidP="007379F5">
    <w:pPr>
      <w:pStyle w:val="Antrats"/>
      <w:tabs>
        <w:tab w:val="clear" w:pos="4819"/>
        <w:tab w:val="center" w:pos="6096"/>
      </w:tabs>
      <w:ind w:firstLine="7371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55093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811910">
    <w:abstractNumId w:val="2"/>
  </w:num>
  <w:num w:numId="3" w16cid:durableId="1579248702">
    <w:abstractNumId w:val="1"/>
  </w:num>
  <w:num w:numId="4" w16cid:durableId="1117135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22251"/>
    <w:rsid w:val="00043FA6"/>
    <w:rsid w:val="00071A49"/>
    <w:rsid w:val="00080AC2"/>
    <w:rsid w:val="00086EAF"/>
    <w:rsid w:val="000970BC"/>
    <w:rsid w:val="000A3D70"/>
    <w:rsid w:val="000C0FC5"/>
    <w:rsid w:val="000C50C5"/>
    <w:rsid w:val="000C6B87"/>
    <w:rsid w:val="000D1F18"/>
    <w:rsid w:val="000E7D3B"/>
    <w:rsid w:val="00101FB4"/>
    <w:rsid w:val="00113058"/>
    <w:rsid w:val="00114F5B"/>
    <w:rsid w:val="001314BF"/>
    <w:rsid w:val="00140BB4"/>
    <w:rsid w:val="00144EA8"/>
    <w:rsid w:val="00171452"/>
    <w:rsid w:val="00174525"/>
    <w:rsid w:val="001A48C5"/>
    <w:rsid w:val="001B4142"/>
    <w:rsid w:val="001C151E"/>
    <w:rsid w:val="001F5E92"/>
    <w:rsid w:val="001F7F88"/>
    <w:rsid w:val="00215B4E"/>
    <w:rsid w:val="0024224C"/>
    <w:rsid w:val="00246733"/>
    <w:rsid w:val="00247392"/>
    <w:rsid w:val="002677DD"/>
    <w:rsid w:val="002800BF"/>
    <w:rsid w:val="002C3014"/>
    <w:rsid w:val="002E0271"/>
    <w:rsid w:val="002E7B28"/>
    <w:rsid w:val="002F5826"/>
    <w:rsid w:val="0030635F"/>
    <w:rsid w:val="003344CC"/>
    <w:rsid w:val="00342D79"/>
    <w:rsid w:val="00346BC0"/>
    <w:rsid w:val="0035227C"/>
    <w:rsid w:val="00362812"/>
    <w:rsid w:val="00363273"/>
    <w:rsid w:val="00364F96"/>
    <w:rsid w:val="00370E5E"/>
    <w:rsid w:val="00370FAC"/>
    <w:rsid w:val="003729A7"/>
    <w:rsid w:val="00383001"/>
    <w:rsid w:val="00390B5F"/>
    <w:rsid w:val="003A4903"/>
    <w:rsid w:val="003D6BA6"/>
    <w:rsid w:val="003F3051"/>
    <w:rsid w:val="00407F40"/>
    <w:rsid w:val="00432484"/>
    <w:rsid w:val="0044266D"/>
    <w:rsid w:val="004439B1"/>
    <w:rsid w:val="0045016E"/>
    <w:rsid w:val="004730C0"/>
    <w:rsid w:val="00473BE9"/>
    <w:rsid w:val="00486BE1"/>
    <w:rsid w:val="00493927"/>
    <w:rsid w:val="0049424D"/>
    <w:rsid w:val="004A0F28"/>
    <w:rsid w:val="004A1A42"/>
    <w:rsid w:val="004A57D8"/>
    <w:rsid w:val="004D7D19"/>
    <w:rsid w:val="004F28A2"/>
    <w:rsid w:val="00501D0B"/>
    <w:rsid w:val="005072D2"/>
    <w:rsid w:val="0052517D"/>
    <w:rsid w:val="00530AF2"/>
    <w:rsid w:val="00534BEE"/>
    <w:rsid w:val="005350F0"/>
    <w:rsid w:val="00536EAC"/>
    <w:rsid w:val="005719BD"/>
    <w:rsid w:val="005749A0"/>
    <w:rsid w:val="00595203"/>
    <w:rsid w:val="005972DA"/>
    <w:rsid w:val="005C46AC"/>
    <w:rsid w:val="005D6CB5"/>
    <w:rsid w:val="005E5DC5"/>
    <w:rsid w:val="00603D74"/>
    <w:rsid w:val="00623C69"/>
    <w:rsid w:val="0063266F"/>
    <w:rsid w:val="006441D8"/>
    <w:rsid w:val="006568D9"/>
    <w:rsid w:val="006610DA"/>
    <w:rsid w:val="006760E3"/>
    <w:rsid w:val="006E170D"/>
    <w:rsid w:val="006E749F"/>
    <w:rsid w:val="006F6B82"/>
    <w:rsid w:val="0070500F"/>
    <w:rsid w:val="00722981"/>
    <w:rsid w:val="0073281E"/>
    <w:rsid w:val="007379F5"/>
    <w:rsid w:val="007521B7"/>
    <w:rsid w:val="00757F5B"/>
    <w:rsid w:val="00770B50"/>
    <w:rsid w:val="0079728E"/>
    <w:rsid w:val="007B5082"/>
    <w:rsid w:val="007B71C2"/>
    <w:rsid w:val="007C5449"/>
    <w:rsid w:val="007C7C66"/>
    <w:rsid w:val="00804C63"/>
    <w:rsid w:val="008151FA"/>
    <w:rsid w:val="008470AA"/>
    <w:rsid w:val="00850177"/>
    <w:rsid w:val="00856D88"/>
    <w:rsid w:val="00861F25"/>
    <w:rsid w:val="00882483"/>
    <w:rsid w:val="0089025B"/>
    <w:rsid w:val="008B6465"/>
    <w:rsid w:val="008F78EA"/>
    <w:rsid w:val="009121E4"/>
    <w:rsid w:val="0091412B"/>
    <w:rsid w:val="00914486"/>
    <w:rsid w:val="00916C79"/>
    <w:rsid w:val="009320A8"/>
    <w:rsid w:val="00965348"/>
    <w:rsid w:val="009839C4"/>
    <w:rsid w:val="009B1A1A"/>
    <w:rsid w:val="009B4685"/>
    <w:rsid w:val="009C4AF5"/>
    <w:rsid w:val="009D03AE"/>
    <w:rsid w:val="009E7A26"/>
    <w:rsid w:val="009F0171"/>
    <w:rsid w:val="00A0330D"/>
    <w:rsid w:val="00A13A27"/>
    <w:rsid w:val="00A15130"/>
    <w:rsid w:val="00A20E77"/>
    <w:rsid w:val="00A24DBA"/>
    <w:rsid w:val="00A416A2"/>
    <w:rsid w:val="00A472F6"/>
    <w:rsid w:val="00A70562"/>
    <w:rsid w:val="00A71826"/>
    <w:rsid w:val="00A7609F"/>
    <w:rsid w:val="00A80307"/>
    <w:rsid w:val="00A91583"/>
    <w:rsid w:val="00AB13B9"/>
    <w:rsid w:val="00AB1B18"/>
    <w:rsid w:val="00AC4B8C"/>
    <w:rsid w:val="00AC5D64"/>
    <w:rsid w:val="00AE221D"/>
    <w:rsid w:val="00AF2495"/>
    <w:rsid w:val="00AF4B9C"/>
    <w:rsid w:val="00B05669"/>
    <w:rsid w:val="00B46F68"/>
    <w:rsid w:val="00B61ACA"/>
    <w:rsid w:val="00B92CD5"/>
    <w:rsid w:val="00B92D26"/>
    <w:rsid w:val="00B96A83"/>
    <w:rsid w:val="00BC2225"/>
    <w:rsid w:val="00BD3B1A"/>
    <w:rsid w:val="00BE2CC9"/>
    <w:rsid w:val="00BF27D4"/>
    <w:rsid w:val="00BF70C0"/>
    <w:rsid w:val="00C04373"/>
    <w:rsid w:val="00C07928"/>
    <w:rsid w:val="00C15085"/>
    <w:rsid w:val="00C15F35"/>
    <w:rsid w:val="00C21F6E"/>
    <w:rsid w:val="00C306A1"/>
    <w:rsid w:val="00C30FF7"/>
    <w:rsid w:val="00C40275"/>
    <w:rsid w:val="00C43084"/>
    <w:rsid w:val="00C76E5D"/>
    <w:rsid w:val="00C82F9B"/>
    <w:rsid w:val="00CA3C1D"/>
    <w:rsid w:val="00CC4F64"/>
    <w:rsid w:val="00CC7100"/>
    <w:rsid w:val="00CE7666"/>
    <w:rsid w:val="00D14F7B"/>
    <w:rsid w:val="00D20E36"/>
    <w:rsid w:val="00D53FAC"/>
    <w:rsid w:val="00D81D39"/>
    <w:rsid w:val="00D82292"/>
    <w:rsid w:val="00D84E70"/>
    <w:rsid w:val="00D87ACA"/>
    <w:rsid w:val="00DA10DA"/>
    <w:rsid w:val="00DC1DB0"/>
    <w:rsid w:val="00DE0AC0"/>
    <w:rsid w:val="00DF704C"/>
    <w:rsid w:val="00E0664F"/>
    <w:rsid w:val="00E14835"/>
    <w:rsid w:val="00E31D24"/>
    <w:rsid w:val="00E61E1D"/>
    <w:rsid w:val="00E85D42"/>
    <w:rsid w:val="00EA26A0"/>
    <w:rsid w:val="00EC1499"/>
    <w:rsid w:val="00EC4653"/>
    <w:rsid w:val="00EC5849"/>
    <w:rsid w:val="00EC646D"/>
    <w:rsid w:val="00ED23E3"/>
    <w:rsid w:val="00ED6F8C"/>
    <w:rsid w:val="00F10B48"/>
    <w:rsid w:val="00F26688"/>
    <w:rsid w:val="00F37D8D"/>
    <w:rsid w:val="00F45AA7"/>
    <w:rsid w:val="00F46F5F"/>
    <w:rsid w:val="00F64CEB"/>
    <w:rsid w:val="00F75E9E"/>
    <w:rsid w:val="00F876B9"/>
    <w:rsid w:val="00FA5B44"/>
    <w:rsid w:val="00FA6469"/>
    <w:rsid w:val="00FB1614"/>
    <w:rsid w:val="00FB50DE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F040B"/>
  <w15:docId w15:val="{9329A465-FCC2-46EB-AF4A-1B893309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c5e55c58ffbb419498e23487a1e733c3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c5e55c58ffbb419498e23487a1e733c3</Template>
  <TotalTime>0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SAVIVALDYBĖS TURTO PERDAVIMO VALDYTI IR NAUDOTI PAGAL PANAUDOS SUTARTĮ</vt:lpstr>
      <vt:lpstr/>
    </vt:vector>
  </TitlesOfParts>
  <Manager>2022-12-22</Manager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SAVIVALDYBĖS TURTO PERDAVIMO VALDYTI IR NAUDOTI PAGAL PANAUDOS SUTARTĮ</dc:title>
  <dc:subject>T9-228</dc:subject>
  <dc:creator>SKUODO RAJONO SAVIVALDYBĖS TARYBA</dc:creator>
  <cp:keywords/>
  <cp:lastModifiedBy>Sadauskienė, Dalia</cp:lastModifiedBy>
  <cp:revision>2</cp:revision>
  <cp:lastPrinted>2022-11-03T13:42:00Z</cp:lastPrinted>
  <dcterms:created xsi:type="dcterms:W3CDTF">2025-03-17T18:01:00Z</dcterms:created>
  <dcterms:modified xsi:type="dcterms:W3CDTF">2025-03-17T18:01:00Z</dcterms:modified>
  <cp:category>SPRENDIMAS</cp:category>
</cp:coreProperties>
</file>